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3B81" w14:textId="4A47CA9E" w:rsidR="0006768D" w:rsidRPr="00DC20CB" w:rsidRDefault="00704221" w:rsidP="0006768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 w:rsidRPr="00704221">
        <w:rPr>
          <w:b/>
          <w:bCs/>
          <w:spacing w:val="20"/>
          <w:sz w:val="20"/>
        </w:rPr>
        <w:t>23GENFRQGCAG1</w:t>
      </w:r>
      <w:r w:rsidR="0006768D" w:rsidRPr="00DC20CB">
        <w:rPr>
          <w:b/>
          <w:bCs/>
          <w:spacing w:val="20"/>
          <w:sz w:val="20"/>
        </w:rPr>
        <w:t xml:space="preserve"> / Braille intégral</w:t>
      </w:r>
    </w:p>
    <w:bookmarkEnd w:id="0"/>
    <w:p w14:paraId="488B6EB7" w14:textId="68E22AA0" w:rsidR="00A9665D" w:rsidRPr="0006768D" w:rsidRDefault="00A9665D" w:rsidP="0006768D"/>
    <w:sectPr w:rsidR="00A9665D" w:rsidRPr="0006768D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1F316" w14:textId="77777777" w:rsidR="001C5966" w:rsidRDefault="001C5966" w:rsidP="00885D73">
      <w:r>
        <w:separator/>
      </w:r>
    </w:p>
  </w:endnote>
  <w:endnote w:type="continuationSeparator" w:id="0">
    <w:p w14:paraId="4D644904" w14:textId="77777777" w:rsidR="001C5966" w:rsidRDefault="001C5966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0756" w14:textId="77777777" w:rsidR="008F5EEF" w:rsidRPr="00363CA1" w:rsidRDefault="008F5EEF" w:rsidP="00885D73">
    <w:pPr>
      <w:pStyle w:val="Pieddepage"/>
    </w:pPr>
  </w:p>
  <w:p w14:paraId="10B966F4" w14:textId="77777777" w:rsidR="008F5EEF" w:rsidRPr="008F5EEF" w:rsidRDefault="008F5EEF" w:rsidP="00885D73">
    <w:pPr>
      <w:pStyle w:val="Pieddepage"/>
    </w:pPr>
  </w:p>
  <w:p w14:paraId="33AF6A18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9BEC" w14:textId="77777777" w:rsidR="001C5966" w:rsidRDefault="001C5966" w:rsidP="00885D73">
      <w:r>
        <w:separator/>
      </w:r>
    </w:p>
  </w:footnote>
  <w:footnote w:type="continuationSeparator" w:id="0">
    <w:p w14:paraId="733CD0B3" w14:textId="77777777" w:rsidR="001C5966" w:rsidRDefault="001C5966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6768D"/>
    <w:rsid w:val="000F6B06"/>
    <w:rsid w:val="00111FB2"/>
    <w:rsid w:val="001C5966"/>
    <w:rsid w:val="00206CBA"/>
    <w:rsid w:val="0021169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B45BB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704221"/>
    <w:rsid w:val="007E3B20"/>
    <w:rsid w:val="008204EC"/>
    <w:rsid w:val="00842EB8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C20CB"/>
    <w:rsid w:val="00DD555B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8124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292A-60CE-42F8-A5FB-32D54F3D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7</cp:revision>
  <cp:lastPrinted>2017-03-09T12:39:00Z</cp:lastPrinted>
  <dcterms:created xsi:type="dcterms:W3CDTF">2018-04-14T08:44:00Z</dcterms:created>
  <dcterms:modified xsi:type="dcterms:W3CDTF">2023-05-26T08:13:00Z</dcterms:modified>
</cp:coreProperties>
</file>